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2"/>
        <w:gridCol w:w="3662"/>
        <w:gridCol w:w="3662"/>
      </w:tblGrid>
      <w:tr w:rsidR="00000000" w14:paraId="53E086F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63F7E582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382CAB3B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24B1CBB4" w14:textId="77777777" w:rsidR="00000000" w:rsidRDefault="001C77F1">
            <w:pPr>
              <w:ind w:left="92" w:right="92"/>
            </w:pPr>
          </w:p>
        </w:tc>
      </w:tr>
      <w:tr w:rsidR="00000000" w14:paraId="00233C8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67A78681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20DFE09A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47B83056" w14:textId="77777777" w:rsidR="00000000" w:rsidRDefault="001C77F1">
            <w:pPr>
              <w:ind w:left="92" w:right="92"/>
            </w:pPr>
          </w:p>
        </w:tc>
      </w:tr>
      <w:tr w:rsidR="00000000" w14:paraId="60E4C50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62D575A8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320FA8D7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1DCD1D2B" w14:textId="77777777" w:rsidR="00000000" w:rsidRDefault="001C77F1">
            <w:pPr>
              <w:ind w:left="92" w:right="92"/>
            </w:pPr>
          </w:p>
        </w:tc>
      </w:tr>
      <w:tr w:rsidR="00000000" w14:paraId="50F3EF2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43675F2E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6FBB460B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7E7B0822" w14:textId="77777777" w:rsidR="00000000" w:rsidRDefault="001C77F1">
            <w:pPr>
              <w:ind w:left="92" w:right="92"/>
            </w:pPr>
          </w:p>
        </w:tc>
      </w:tr>
      <w:tr w:rsidR="00000000" w14:paraId="0E0B073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392B3756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49F6BB9A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1987E93A" w14:textId="77777777" w:rsidR="00000000" w:rsidRDefault="001C77F1">
            <w:pPr>
              <w:ind w:left="92" w:right="92"/>
            </w:pPr>
          </w:p>
        </w:tc>
      </w:tr>
      <w:tr w:rsidR="00000000" w14:paraId="5234598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5820F58A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03789530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4400150D" w14:textId="77777777" w:rsidR="00000000" w:rsidRDefault="001C77F1">
            <w:pPr>
              <w:ind w:left="92" w:right="92"/>
            </w:pPr>
          </w:p>
        </w:tc>
      </w:tr>
      <w:tr w:rsidR="00000000" w14:paraId="657611B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3D5C8184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20E17222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03E43947" w14:textId="77777777" w:rsidR="00000000" w:rsidRDefault="001C77F1">
            <w:pPr>
              <w:ind w:left="92" w:right="92"/>
            </w:pPr>
          </w:p>
        </w:tc>
      </w:tr>
      <w:tr w:rsidR="00000000" w14:paraId="7BA73FB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3662" w:type="dxa"/>
            <w:vAlign w:val="center"/>
          </w:tcPr>
          <w:p w14:paraId="7D935B4B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19225212" w14:textId="77777777" w:rsidR="00000000" w:rsidRDefault="001C77F1">
            <w:pPr>
              <w:ind w:left="92" w:right="92"/>
            </w:pPr>
          </w:p>
        </w:tc>
        <w:tc>
          <w:tcPr>
            <w:tcW w:w="3662" w:type="dxa"/>
            <w:vAlign w:val="center"/>
          </w:tcPr>
          <w:p w14:paraId="54B33FE6" w14:textId="77777777" w:rsidR="00000000" w:rsidRDefault="001C77F1">
            <w:pPr>
              <w:ind w:left="92" w:right="92"/>
            </w:pPr>
          </w:p>
        </w:tc>
      </w:tr>
    </w:tbl>
    <w:p w14:paraId="5A43E4D5" w14:textId="77777777" w:rsidR="00000000" w:rsidRDefault="001C77F1">
      <w:pPr>
        <w:rPr>
          <w:vanish/>
        </w:rPr>
      </w:pPr>
    </w:p>
    <w:sectPr w:rsidR="00000000">
      <w:type w:val="continuous"/>
      <w:pgSz w:w="11906" w:h="16838"/>
      <w:pgMar w:top="720" w:right="459" w:bottom="0" w:left="459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77F1"/>
    <w:rsid w:val="001C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55810"/>
  <w15:chartTrackingRefBased/>
  <w15:docId w15:val="{1BFAE51E-AE2B-4950-9660-1901975B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a7b2c870-a579-431f-b2b3-82e7191625f5.dot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